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44" w:rsidRDefault="005147F1">
      <w:r w:rsidRPr="007E47B9">
        <w:rPr>
          <w:noProof/>
        </w:rPr>
        <w:pict>
          <v:rect id="_x0000_s1030" style="position:absolute;margin-left:-4.95pt;margin-top:212.9pt;width:207pt;height:503.8pt;z-index:251656704" strokecolor="silver">
            <v:textbox>
              <w:txbxContent>
                <w:p w:rsidR="000204B6" w:rsidRPr="000204B6" w:rsidRDefault="000204B6" w:rsidP="00710AD8">
                  <w:pPr>
                    <w:rPr>
                      <w:rFonts w:ascii="Blackadder ITC" w:hAnsi="Blackadder ITC"/>
                      <w:i/>
                      <w:color w:val="548DD4" w:themeColor="text2" w:themeTint="99"/>
                      <w:sz w:val="96"/>
                      <w:szCs w:val="96"/>
                    </w:rPr>
                  </w:pPr>
                  <w:proofErr w:type="gramStart"/>
                  <w:r w:rsidRPr="000204B6">
                    <w:rPr>
                      <w:rFonts w:ascii="Blackadder ITC" w:hAnsi="Blackadder ITC"/>
                      <w:color w:val="548DD4" w:themeColor="text2" w:themeTint="99"/>
                      <w:sz w:val="40"/>
                      <w:szCs w:val="40"/>
                    </w:rPr>
                    <w:t>Friday 25</w:t>
                  </w:r>
                  <w:r w:rsidRPr="000204B6">
                    <w:rPr>
                      <w:rFonts w:ascii="Blackadder ITC" w:hAnsi="Blackadder ITC"/>
                      <w:color w:val="548DD4" w:themeColor="text2" w:themeTint="99"/>
                      <w:sz w:val="40"/>
                      <w:szCs w:val="40"/>
                      <w:vertAlign w:val="superscript"/>
                    </w:rPr>
                    <w:t>th</w:t>
                  </w:r>
                  <w:r w:rsidRPr="000204B6">
                    <w:rPr>
                      <w:rFonts w:ascii="Blackadder ITC" w:hAnsi="Blackadder ITC"/>
                      <w:color w:val="548DD4" w:themeColor="text2" w:themeTint="99"/>
                      <w:sz w:val="40"/>
                      <w:szCs w:val="40"/>
                    </w:rPr>
                    <w:t xml:space="preserve"> of June.</w:t>
                  </w:r>
                  <w:proofErr w:type="gramEnd"/>
                  <w:r w:rsidRPr="000204B6">
                    <w:rPr>
                      <w:rFonts w:ascii="Blackadder ITC" w:hAnsi="Blackadder ITC"/>
                      <w:color w:val="548DD4" w:themeColor="text2" w:themeTint="99"/>
                      <w:sz w:val="40"/>
                      <w:szCs w:val="40"/>
                    </w:rPr>
                    <w:t xml:space="preserve"> The day school ended. More importantly the day I go to N.S.W.</w:t>
                  </w:r>
                </w:p>
                <w:p w:rsidR="000204B6" w:rsidRDefault="000204B6" w:rsidP="00710AD8">
                  <w:pPr>
                    <w:rPr>
                      <w:rFonts w:ascii="Blackadder ITC" w:hAnsi="Blackadder ITC"/>
                      <w:color w:val="FF0000"/>
                      <w:sz w:val="40"/>
                      <w:szCs w:val="40"/>
                    </w:rPr>
                  </w:pPr>
                  <w:r>
                    <w:rPr>
                      <w:rFonts w:ascii="Blackadder ITC" w:hAnsi="Blackadder ITC"/>
                      <w:color w:val="FF0000"/>
                      <w:sz w:val="40"/>
                      <w:szCs w:val="40"/>
                    </w:rPr>
                    <w:t xml:space="preserve">School finished at 2:30 and we left at 4:15 .we had dinner at McDonalds but we ate homemade sushi. We stayed the night in gundagai. We drove to nelson bay in the morning. We spent a whole week there and we went on a whale watch cruise, a sand boarding and 4wd tour in the sand dunes, went to some beaches and we also went out for lots of lunches and dinners. I had heaps of fun. After that we went to my </w:t>
                  </w:r>
                </w:p>
                <w:p w:rsidR="000204B6" w:rsidRDefault="000204B6">
                  <w:pPr>
                    <w:pStyle w:val="BodyText"/>
                  </w:pPr>
                </w:p>
              </w:txbxContent>
            </v:textbox>
          </v:rect>
        </w:pict>
      </w:r>
      <w:r w:rsidR="007E47B9" w:rsidRPr="007E47B9">
        <w:rPr>
          <w:noProof/>
        </w:rPr>
        <w:pict>
          <v:rect id="_x0000_s1042" style="position:absolute;margin-left:-4.95pt;margin-top:185.9pt;width:441pt;height:18pt;z-index:251660800" strokecolor="silver">
            <v:textbox>
              <w:txbxContent>
                <w:p w:rsidR="000204B6" w:rsidRDefault="000204B6">
                  <w:pPr>
                    <w:pStyle w:val="Heading3"/>
                    <w:jc w:val="center"/>
                  </w:pPr>
                  <w:r>
                    <w:t xml:space="preserve">SPECIAL REPORT BY:    </w:t>
                  </w:r>
                </w:p>
              </w:txbxContent>
            </v:textbox>
          </v:rect>
        </w:pict>
      </w:r>
      <w:r w:rsidR="007E47B9" w:rsidRPr="007E47B9">
        <w:rPr>
          <w:noProof/>
        </w:rPr>
        <w:pict>
          <v:rect id="_x0000_s1026" style="position:absolute;margin-left:-4.95pt;margin-top:14.9pt;width:441pt;height:81pt;z-index:251654656" strokeweight="4.5pt">
            <v:stroke linestyle="thinThick"/>
            <v:textbox>
              <w:txbxContent>
                <w:p w:rsidR="000204B6" w:rsidRDefault="000204B6">
                  <w:pPr>
                    <w:pStyle w:val="Heading1"/>
                    <w:rPr>
                      <w:rFonts w:ascii="Garamond (PCL6)" w:hAnsi="Garamond (PCL6)"/>
                      <w:b/>
                      <w:sz w:val="116"/>
                    </w:rPr>
                  </w:pPr>
                  <w:r>
                    <w:rPr>
                      <w:rFonts w:ascii="Garamond (PCL6)" w:hAnsi="Garamond (PCL6)"/>
                      <w:b/>
                      <w:sz w:val="116"/>
                    </w:rPr>
                    <w:t>Daily News</w:t>
                  </w:r>
                </w:p>
              </w:txbxContent>
            </v:textbox>
          </v:rect>
        </w:pict>
      </w:r>
      <w:r w:rsidR="007E47B9" w:rsidRPr="007E47B9">
        <w:rPr>
          <w:noProof/>
        </w:rPr>
        <w:pict>
          <v:rect id="_x0000_s1040" style="position:absolute;margin-left:238.05pt;margin-top:400.45pt;width:198pt;height:28.45pt;z-index:251659776" strokecolor="silver">
            <v:textbox>
              <w:txbxContent>
                <w:p w:rsidR="000204B6" w:rsidRDefault="000204B6">
                  <w:pPr>
                    <w:pStyle w:val="Heading3"/>
                  </w:pPr>
                  <w:r>
                    <w:t>Type a caption for your picture here</w:t>
                  </w:r>
                </w:p>
              </w:txbxContent>
            </v:textbox>
          </v:rect>
        </w:pict>
      </w:r>
      <w:r w:rsidR="007E47B9" w:rsidRPr="007E47B9">
        <w:rPr>
          <w:noProof/>
        </w:rPr>
        <w:pict>
          <v:rect id="_x0000_s1032" style="position:absolute;margin-left:-4.8pt;margin-top:104.9pt;width:441pt;height:1in;z-index:251657728" strokecolor="silver">
            <v:textbox>
              <w:txbxContent>
                <w:p w:rsidR="000204B6" w:rsidRPr="00D777D1" w:rsidRDefault="000204B6" w:rsidP="00D777D1">
                  <w:r>
                    <w:rPr>
                      <w:rFonts w:ascii="Blackadder ITC" w:hAnsi="Blackadder ITC"/>
                      <w:i/>
                      <w:color w:val="548DD4" w:themeColor="text2" w:themeTint="99"/>
                      <w:sz w:val="96"/>
                      <w:szCs w:val="96"/>
                    </w:rPr>
                    <w:t xml:space="preserve">              N.S.W</w:t>
                  </w:r>
                </w:p>
              </w:txbxContent>
            </v:textbox>
          </v:rect>
        </w:pict>
      </w:r>
      <w:r w:rsidR="007E47B9" w:rsidRPr="007E47B9">
        <w:rPr>
          <w:noProof/>
        </w:rPr>
        <w:pict>
          <v:rect id="_x0000_s1034" style="position:absolute;margin-left:238.05pt;margin-top:439.9pt;width:198pt;height:266.7pt;z-index:251658752" strokecolor="silver">
            <v:textbox>
              <w:txbxContent>
                <w:p w:rsidR="000204B6" w:rsidRPr="000204B6" w:rsidRDefault="000204B6">
                  <w:pPr>
                    <w:pStyle w:val="Heading2"/>
                    <w:rPr>
                      <w:b w:val="0"/>
                      <w:color w:val="548DD4" w:themeColor="text2" w:themeTint="99"/>
                    </w:rPr>
                  </w:pPr>
                  <w:r w:rsidRPr="000204B6">
                    <w:rPr>
                      <w:rFonts w:ascii="Blackadder ITC" w:hAnsi="Blackadder ITC"/>
                      <w:b w:val="0"/>
                      <w:color w:val="548DD4" w:themeColor="text2" w:themeTint="99"/>
                      <w:sz w:val="40"/>
                      <w:szCs w:val="40"/>
                    </w:rPr>
                    <w:t xml:space="preserve">Cousins place in Newcastle for 3 days. It was really fun. We went to blacksmiths (a beach) they have a wii and we played that heaps. Then it was an 11 our drive back home. </w:t>
                  </w:r>
                  <w:r w:rsidR="0033358C" w:rsidRPr="000204B6">
                    <w:rPr>
                      <w:rFonts w:ascii="Blackadder ITC" w:hAnsi="Blackadder ITC"/>
                      <w:b w:val="0"/>
                      <w:color w:val="548DD4" w:themeColor="text2" w:themeTint="99"/>
                      <w:sz w:val="40"/>
                      <w:szCs w:val="40"/>
                    </w:rPr>
                    <w:t>We</w:t>
                  </w:r>
                  <w:r w:rsidRPr="000204B6">
                    <w:rPr>
                      <w:rFonts w:ascii="Blackadder ITC" w:hAnsi="Blackadder ITC"/>
                      <w:b w:val="0"/>
                      <w:color w:val="548DD4" w:themeColor="text2" w:themeTint="99"/>
                      <w:sz w:val="40"/>
                      <w:szCs w:val="40"/>
                    </w:rPr>
                    <w:t xml:space="preserve"> got home had dinner and went to bed. 6 days later school started.</w:t>
                  </w:r>
                  <w:r w:rsidRPr="000204B6">
                    <w:rPr>
                      <w:b w:val="0"/>
                      <w:color w:val="548DD4" w:themeColor="text2" w:themeTint="99"/>
                    </w:rPr>
                    <w:t xml:space="preserve">   </w:t>
                  </w:r>
                </w:p>
              </w:txbxContent>
            </v:textbox>
          </v:rect>
        </w:pict>
      </w:r>
      <w:r w:rsidR="007E47B9" w:rsidRPr="007E47B9">
        <w:rPr>
          <w:noProof/>
        </w:rPr>
        <w:pict>
          <v:rect id="_x0000_s1028" style="position:absolute;margin-left:238.05pt;margin-top:214.75pt;width:198pt;height:171pt;z-index:251655680" strokecolor="silver">
            <v:textbox>
              <w:txbxContent>
                <w:p w:rsidR="000204B6" w:rsidRDefault="000204B6">
                  <w:pPr>
                    <w:rPr>
                      <w:b/>
                    </w:rPr>
                  </w:pPr>
                  <w:r>
                    <w:rPr>
                      <w:b/>
                    </w:rPr>
                    <w:t>INSERT A PICTURE HERE</w:t>
                  </w:r>
                </w:p>
                <w:p w:rsidR="000204B6" w:rsidRDefault="000204B6"/>
              </w:txbxContent>
            </v:textbox>
          </v:rect>
        </w:pict>
      </w:r>
    </w:p>
    <w:sectPr w:rsidR="00785B44" w:rsidSect="007E47B9">
      <w:pgSz w:w="12240" w:h="15840"/>
      <w:pgMar w:top="426" w:right="1800" w:bottom="426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MT Extra Bold">
    <w:altName w:val="Courier"/>
    <w:charset w:val="00"/>
    <w:family w:val="auto"/>
    <w:pitch w:val="variable"/>
    <w:sig w:usb0="00000000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Garamond (PCL6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777D1"/>
    <w:rsid w:val="000204B6"/>
    <w:rsid w:val="00186555"/>
    <w:rsid w:val="001A4847"/>
    <w:rsid w:val="0033358C"/>
    <w:rsid w:val="005147F1"/>
    <w:rsid w:val="006D0691"/>
    <w:rsid w:val="00710AD8"/>
    <w:rsid w:val="00785B44"/>
    <w:rsid w:val="007E47B9"/>
    <w:rsid w:val="00D7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B9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7E47B9"/>
    <w:pPr>
      <w:keepNext/>
      <w:jc w:val="center"/>
      <w:outlineLvl w:val="0"/>
    </w:pPr>
    <w:rPr>
      <w:rFonts w:ascii="Times New Roman MT Extra Bold" w:hAnsi="Times New Roman MT Extra Bold"/>
      <w:sz w:val="120"/>
    </w:rPr>
  </w:style>
  <w:style w:type="paragraph" w:styleId="Heading2">
    <w:name w:val="heading 2"/>
    <w:basedOn w:val="Normal"/>
    <w:next w:val="Normal"/>
    <w:qFormat/>
    <w:rsid w:val="007E47B9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7E47B9"/>
    <w:pPr>
      <w:keepNext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7E47B9"/>
    <w:rPr>
      <w:b/>
    </w:rPr>
  </w:style>
  <w:style w:type="paragraph" w:styleId="BodyText2">
    <w:name w:val="Body Text 2"/>
    <w:basedOn w:val="Normal"/>
    <w:semiHidden/>
    <w:rsid w:val="007E47B9"/>
    <w:pPr>
      <w:jc w:val="center"/>
    </w:pPr>
    <w:rPr>
      <w:b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newspaper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newspaper_template</Template>
  <TotalTime>104</TotalTime>
  <Pages>1</Pages>
  <Words>0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MousePower Productions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Weber</dc:creator>
  <cp:lastModifiedBy>Education</cp:lastModifiedBy>
  <cp:revision>4</cp:revision>
  <cp:lastPrinted>2010-07-11T22:44:00Z</cp:lastPrinted>
  <dcterms:created xsi:type="dcterms:W3CDTF">2010-07-15T00:30:00Z</dcterms:created>
  <dcterms:modified xsi:type="dcterms:W3CDTF">2010-07-15T23:32:00Z</dcterms:modified>
</cp:coreProperties>
</file>